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265" w:rsidRDefault="000357E7" w:rsidP="002C3265">
      <w:pPr>
        <w:ind w:left="4536"/>
      </w:pPr>
      <w:r>
        <w:t xml:space="preserve">Приложение № </w:t>
      </w:r>
      <w:r w:rsidR="006F0034">
        <w:t>4</w:t>
      </w:r>
    </w:p>
    <w:p w:rsidR="00A102BD" w:rsidRPr="00A102BD" w:rsidRDefault="000357E7" w:rsidP="00182CF9">
      <w:pPr>
        <w:ind w:left="4536"/>
        <w:rPr>
          <w:bCs/>
        </w:rPr>
      </w:pPr>
      <w:r>
        <w:t xml:space="preserve">к </w:t>
      </w:r>
      <w:r w:rsidR="00B51945" w:rsidRPr="00B51945">
        <w:t xml:space="preserve">Типовому </w:t>
      </w:r>
      <w:bookmarkStart w:id="0" w:name="RANGE!A1:Y42"/>
      <w:bookmarkEnd w:id="0"/>
      <w:r w:rsidR="00182CF9" w:rsidRPr="00182CF9">
        <w:t>Приглашению принять участие в конкурсе</w:t>
      </w:r>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подтверждающие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bookmarkStart w:id="5" w:name="_GoBack"/>
            <w:bookmarkEnd w:id="5"/>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w:t>
            </w:r>
            <w:r>
              <w:lastRenderedPageBreak/>
              <w:t xml:space="preserve">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A22A00">
      <w:rPr>
        <w:noProof/>
      </w:rPr>
      <w:t>2</w:t>
    </w:r>
    <w:r w:rsidR="00512287">
      <w:rPr>
        <w:noProof/>
      </w:rPr>
      <w:fldChar w:fldCharType="end"/>
    </w:r>
    <w:r>
      <w:t xml:space="preserve"> из </w:t>
    </w:r>
    <w:fldSimple w:instr=" NUMPAGES ">
      <w:r w:rsidR="00A22A00">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6C9819-F6AD-49B3-96B3-4E358E2D9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99</TotalTime>
  <Pages>3</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Мутафян Аида Араевна</cp:lastModifiedBy>
  <cp:revision>22</cp:revision>
  <cp:lastPrinted>2010-04-13T12:36:00Z</cp:lastPrinted>
  <dcterms:created xsi:type="dcterms:W3CDTF">2011-10-18T06:04:00Z</dcterms:created>
  <dcterms:modified xsi:type="dcterms:W3CDTF">2017-03-09T14:21:00Z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